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КТП по английскому языку в 6а,6т классах Ярмушевой М.В.</w:t>
      </w: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66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080"/>
        <w:gridCol w:w="4320"/>
        <w:gridCol w:w="2160"/>
        <w:gridCol w:w="3240"/>
      </w:tblGrid>
      <w:tr w:rsidR="0015480F" w:rsidRPr="00B935D3" w:rsidTr="00A34EBE">
        <w:tc>
          <w:tcPr>
            <w:tcW w:w="1988" w:type="dxa"/>
          </w:tcPr>
          <w:p w:rsidR="0015480F" w:rsidRPr="00B935D3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Запланированная дата проведения 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080" w:type="dxa"/>
          </w:tcPr>
          <w:p w:rsidR="0015480F" w:rsidRPr="00B935D3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4320" w:type="dxa"/>
          </w:tcPr>
          <w:p w:rsidR="0015480F" w:rsidRPr="007D1ADF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</w:t>
            </w:r>
            <w:r w:rsidRPr="007D1ADF">
              <w:rPr>
                <w:rFonts w:ascii="Times New Roman" w:hAnsi="Times New Roman"/>
              </w:rPr>
              <w:t>ема урока</w:t>
            </w:r>
          </w:p>
        </w:tc>
        <w:tc>
          <w:tcPr>
            <w:tcW w:w="2160" w:type="dxa"/>
          </w:tcPr>
          <w:p w:rsidR="0015480F" w:rsidRPr="00B935D3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40" w:type="dxa"/>
          </w:tcPr>
          <w:p w:rsidR="0015480F" w:rsidRPr="00B935D3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15480F" w:rsidRPr="00B935D3" w:rsidTr="00A34EBE">
        <w:tc>
          <w:tcPr>
            <w:tcW w:w="1988" w:type="dxa"/>
          </w:tcPr>
          <w:p w:rsidR="0015480F" w:rsidRPr="007D1AD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2080" w:type="dxa"/>
          </w:tcPr>
          <w:p w:rsidR="0015480F" w:rsidRPr="00B935D3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4320" w:type="dxa"/>
          </w:tcPr>
          <w:p w:rsidR="0015480F" w:rsidRPr="007A2F40" w:rsidRDefault="0015480F" w:rsidP="00A3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60E7">
              <w:rPr>
                <w:rFonts w:ascii="Times New Roman" w:hAnsi="Times New Roman"/>
                <w:b/>
                <w:sz w:val="24"/>
                <w:szCs w:val="24"/>
              </w:rPr>
              <w:t>Каникулы.</w:t>
            </w:r>
            <w:r w:rsidRPr="002260E7">
              <w:rPr>
                <w:rFonts w:ascii="Times New Roman" w:hAnsi="Times New Roman"/>
                <w:sz w:val="24"/>
                <w:szCs w:val="24"/>
              </w:rPr>
              <w:t>Какая погода? Использование  Компьютерной  презентации для введения  лексики по теме: «Каникулы»</w:t>
            </w:r>
          </w:p>
        </w:tc>
        <w:tc>
          <w:tcPr>
            <w:tcW w:w="2160" w:type="dxa"/>
          </w:tcPr>
          <w:p w:rsidR="0015480F" w:rsidRPr="00B935D3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15480F" w:rsidRPr="00B935D3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15480F" w:rsidRPr="00B935D3" w:rsidTr="00A34EBE">
        <w:tc>
          <w:tcPr>
            <w:tcW w:w="1988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2080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320" w:type="dxa"/>
          </w:tcPr>
          <w:p w:rsidR="0015480F" w:rsidRDefault="0015480F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260E7">
              <w:rPr>
                <w:rFonts w:ascii="Times New Roman" w:hAnsi="Times New Roman"/>
                <w:b/>
                <w:sz w:val="24"/>
                <w:szCs w:val="24"/>
              </w:rPr>
              <w:t>Каникулы.</w:t>
            </w:r>
            <w:r w:rsidRPr="002260E7">
              <w:rPr>
                <w:rFonts w:ascii="Times New Roman" w:hAnsi="Times New Roman"/>
                <w:sz w:val="24"/>
                <w:szCs w:val="24"/>
              </w:rPr>
              <w:t>Выходные с удовольствием</w:t>
            </w:r>
            <w:r>
              <w:rPr>
                <w:rFonts w:ascii="Times New Roman" w:hAnsi="Times New Roman"/>
                <w:sz w:val="24"/>
                <w:szCs w:val="24"/>
              </w:rPr>
              <w:t>. Работа с диалогом.</w:t>
            </w:r>
          </w:p>
        </w:tc>
        <w:tc>
          <w:tcPr>
            <w:tcW w:w="2160" w:type="dxa"/>
          </w:tcPr>
          <w:p w:rsidR="0015480F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15480F" w:rsidRPr="00B935D3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15480F" w:rsidRPr="00B935D3" w:rsidTr="00A34EBE">
        <w:tc>
          <w:tcPr>
            <w:tcW w:w="1988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2080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4320" w:type="dxa"/>
          </w:tcPr>
          <w:p w:rsidR="0015480F" w:rsidRDefault="0015480F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260E7">
              <w:rPr>
                <w:rFonts w:ascii="Times New Roman" w:hAnsi="Times New Roman"/>
                <w:b/>
                <w:sz w:val="24"/>
                <w:szCs w:val="24"/>
              </w:rPr>
              <w:t>Каникулы.</w:t>
            </w:r>
            <w:r w:rsidRPr="002260E7">
              <w:rPr>
                <w:rFonts w:ascii="Times New Roman" w:hAnsi="Times New Roman"/>
                <w:sz w:val="24"/>
                <w:szCs w:val="24"/>
              </w:rPr>
              <w:t>В Эдинбург на каникулы.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текстом.</w:t>
            </w:r>
          </w:p>
        </w:tc>
        <w:tc>
          <w:tcPr>
            <w:tcW w:w="2160" w:type="dxa"/>
          </w:tcPr>
          <w:p w:rsidR="0015480F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15480F" w:rsidRPr="00B935D3" w:rsidTr="00A34EBE">
        <w:tc>
          <w:tcPr>
            <w:tcW w:w="1988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2080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4320" w:type="dxa"/>
          </w:tcPr>
          <w:p w:rsidR="0015480F" w:rsidRDefault="0015480F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260E7">
              <w:rPr>
                <w:rFonts w:ascii="Times New Roman" w:hAnsi="Times New Roman"/>
                <w:sz w:val="24"/>
                <w:szCs w:val="24"/>
              </w:rPr>
              <w:t>Аудирование текстов учебника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каникулы.</w:t>
            </w:r>
          </w:p>
        </w:tc>
        <w:tc>
          <w:tcPr>
            <w:tcW w:w="2160" w:type="dxa"/>
          </w:tcPr>
          <w:p w:rsidR="0015480F" w:rsidRDefault="0015480F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15480F" w:rsidRDefault="0015480F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</w:tbl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480F" w:rsidRDefault="0015480F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15480F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503A9"/>
    <w:rsid w:val="00064C9F"/>
    <w:rsid w:val="000C7D2A"/>
    <w:rsid w:val="000F095F"/>
    <w:rsid w:val="0015480F"/>
    <w:rsid w:val="001650DF"/>
    <w:rsid w:val="00193020"/>
    <w:rsid w:val="002260E7"/>
    <w:rsid w:val="002328BE"/>
    <w:rsid w:val="002F20C6"/>
    <w:rsid w:val="002F5997"/>
    <w:rsid w:val="00316D32"/>
    <w:rsid w:val="003263E7"/>
    <w:rsid w:val="0034396F"/>
    <w:rsid w:val="00350DD8"/>
    <w:rsid w:val="0037722A"/>
    <w:rsid w:val="0038257F"/>
    <w:rsid w:val="0039538D"/>
    <w:rsid w:val="003D2472"/>
    <w:rsid w:val="003E3000"/>
    <w:rsid w:val="004A6220"/>
    <w:rsid w:val="004E25B3"/>
    <w:rsid w:val="004E266F"/>
    <w:rsid w:val="005C13C5"/>
    <w:rsid w:val="007026D3"/>
    <w:rsid w:val="00775F10"/>
    <w:rsid w:val="00780B0E"/>
    <w:rsid w:val="007864D1"/>
    <w:rsid w:val="007A2F40"/>
    <w:rsid w:val="007A4F80"/>
    <w:rsid w:val="007D1ADF"/>
    <w:rsid w:val="007D3DE6"/>
    <w:rsid w:val="0089732A"/>
    <w:rsid w:val="008B02CC"/>
    <w:rsid w:val="008C00EE"/>
    <w:rsid w:val="00A004E2"/>
    <w:rsid w:val="00A34EBE"/>
    <w:rsid w:val="00B52AD2"/>
    <w:rsid w:val="00B55718"/>
    <w:rsid w:val="00B66F0D"/>
    <w:rsid w:val="00B935D3"/>
    <w:rsid w:val="00BF33FE"/>
    <w:rsid w:val="00C25AB3"/>
    <w:rsid w:val="00CC7309"/>
    <w:rsid w:val="00D666D0"/>
    <w:rsid w:val="00D71E70"/>
    <w:rsid w:val="00DE371A"/>
    <w:rsid w:val="00E13E8D"/>
    <w:rsid w:val="00E4437D"/>
    <w:rsid w:val="00E94EE5"/>
    <w:rsid w:val="00E97586"/>
    <w:rsid w:val="00F34CEF"/>
    <w:rsid w:val="00F55BF3"/>
    <w:rsid w:val="00F6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</Pages>
  <Words>105</Words>
  <Characters>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10</cp:revision>
  <dcterms:created xsi:type="dcterms:W3CDTF">2020-03-29T15:52:00Z</dcterms:created>
  <dcterms:modified xsi:type="dcterms:W3CDTF">2021-05-05T16:27:00Z</dcterms:modified>
</cp:coreProperties>
</file>